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  <w:bookmarkStart w:id="0" w:name="_GoBack"/>
      <w:bookmarkEnd w:id="0"/>
      <w:r w:rsidRPr="009C528C">
        <w:rPr>
          <w:rFonts w:ascii="ＭＳ 明朝" w:hAnsi="ＭＳ 明朝" w:hint="eastAsia"/>
          <w:sz w:val="24"/>
          <w:szCs w:val="24"/>
        </w:rPr>
        <w:t>別記様式第５号</w:t>
      </w:r>
    </w:p>
    <w:p w:rsidR="0082232C" w:rsidRPr="009C528C" w:rsidRDefault="0082232C" w:rsidP="0082232C">
      <w:pPr>
        <w:jc w:val="righ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ind w:firstLineChars="100" w:firstLine="24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舟形町長　　　　　　　　　　様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ind w:firstLineChars="1800" w:firstLine="432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申請者</w:t>
      </w:r>
    </w:p>
    <w:p w:rsidR="0082232C" w:rsidRPr="009C528C" w:rsidRDefault="0082232C" w:rsidP="0082232C">
      <w:pPr>
        <w:ind w:firstLineChars="1900" w:firstLine="456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住　　　　　所</w:t>
      </w:r>
    </w:p>
    <w:p w:rsidR="0082232C" w:rsidRPr="009C528C" w:rsidRDefault="0082232C" w:rsidP="0082232C">
      <w:pPr>
        <w:ind w:firstLineChars="1900" w:firstLine="456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氏名または名称</w:t>
      </w:r>
    </w:p>
    <w:p w:rsidR="0082232C" w:rsidRPr="009C528C" w:rsidRDefault="0082232C" w:rsidP="0082232C">
      <w:pPr>
        <w:ind w:firstLineChars="1900" w:firstLine="456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 xml:space="preserve">代　表　者　名　　　　</w:t>
      </w:r>
      <w:r w:rsidR="009C528C" w:rsidRPr="009C528C">
        <w:rPr>
          <w:rFonts w:ascii="ＭＳ 明朝" w:hAnsi="ＭＳ 明朝" w:hint="eastAsia"/>
          <w:sz w:val="24"/>
          <w:szCs w:val="24"/>
        </w:rPr>
        <w:t xml:space="preserve">　　</w:t>
      </w:r>
      <w:r w:rsidRPr="009C528C">
        <w:rPr>
          <w:rFonts w:ascii="ＭＳ 明朝" w:hAnsi="ＭＳ 明朝" w:hint="eastAsia"/>
          <w:sz w:val="24"/>
          <w:szCs w:val="24"/>
        </w:rPr>
        <w:t xml:space="preserve">　　　　　　印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995503" w:rsidP="0082232C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年度　</w:t>
      </w:r>
      <w:r w:rsidR="009C528C" w:rsidRPr="009C528C">
        <w:rPr>
          <w:rFonts w:ascii="ＭＳ 明朝" w:hAnsi="ＭＳ 明朝" w:hint="eastAsia"/>
          <w:sz w:val="24"/>
          <w:szCs w:val="24"/>
        </w:rPr>
        <w:t>舟形町地域づくり総合</w:t>
      </w:r>
      <w:r w:rsidR="0082232C" w:rsidRPr="009C528C">
        <w:rPr>
          <w:rFonts w:ascii="ＭＳ 明朝" w:hAnsi="ＭＳ 明朝" w:hint="eastAsia"/>
          <w:sz w:val="24"/>
          <w:szCs w:val="24"/>
        </w:rPr>
        <w:t>支援事業費補助金概算払請求書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9C528C">
      <w:pPr>
        <w:ind w:firstLineChars="100" w:firstLine="24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 xml:space="preserve">　　　年　　　月　　　日付　　　　第　　　号で通知のあった標記補助金について、</w:t>
      </w:r>
      <w:r w:rsidR="009C528C" w:rsidRPr="009C528C">
        <w:rPr>
          <w:rFonts w:ascii="ＭＳ 明朝" w:hAnsi="ＭＳ 明朝" w:hint="eastAsia"/>
          <w:sz w:val="24"/>
          <w:szCs w:val="24"/>
        </w:rPr>
        <w:t>舟形町地域づくり総合</w:t>
      </w:r>
      <w:r w:rsidRPr="009C528C">
        <w:rPr>
          <w:rFonts w:ascii="ＭＳ 明朝" w:hAnsi="ＭＳ 明朝" w:hint="eastAsia"/>
          <w:sz w:val="24"/>
          <w:szCs w:val="24"/>
        </w:rPr>
        <w:t>支援事業費補助金</w:t>
      </w:r>
      <w:r w:rsidR="009C528C" w:rsidRPr="009C528C">
        <w:rPr>
          <w:rFonts w:ascii="ＭＳ 明朝" w:hAnsi="ＭＳ 明朝" w:hint="eastAsia"/>
          <w:sz w:val="24"/>
          <w:szCs w:val="24"/>
        </w:rPr>
        <w:t>交付</w:t>
      </w:r>
      <w:r w:rsidR="00A15B7E">
        <w:rPr>
          <w:rFonts w:ascii="ＭＳ 明朝" w:hAnsi="ＭＳ 明朝" w:hint="eastAsia"/>
          <w:sz w:val="24"/>
          <w:szCs w:val="24"/>
        </w:rPr>
        <w:t>規程</w:t>
      </w:r>
      <w:r w:rsidRPr="009C528C">
        <w:rPr>
          <w:rFonts w:ascii="ＭＳ 明朝" w:hAnsi="ＭＳ 明朝" w:hint="eastAsia"/>
          <w:sz w:val="24"/>
          <w:szCs w:val="24"/>
        </w:rPr>
        <w:t>第</w:t>
      </w:r>
      <w:r w:rsidR="009C528C" w:rsidRPr="009C528C">
        <w:rPr>
          <w:rFonts w:ascii="ＭＳ 明朝" w:hAnsi="ＭＳ 明朝"/>
          <w:sz w:val="24"/>
          <w:szCs w:val="24"/>
        </w:rPr>
        <w:t>11</w:t>
      </w:r>
      <w:r w:rsidRPr="009C528C">
        <w:rPr>
          <w:rFonts w:ascii="ＭＳ 明朝" w:hAnsi="ＭＳ 明朝" w:hint="eastAsia"/>
          <w:sz w:val="24"/>
          <w:szCs w:val="24"/>
        </w:rPr>
        <w:t>条に基づき請求します。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ind w:firstLineChars="300" w:firstLine="72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/>
          <w:sz w:val="24"/>
          <w:szCs w:val="24"/>
        </w:rPr>
        <w:t>1</w:t>
      </w:r>
      <w:r w:rsidRPr="009C528C">
        <w:rPr>
          <w:rFonts w:ascii="ＭＳ 明朝" w:hAnsi="ＭＳ 明朝" w:hint="eastAsia"/>
          <w:sz w:val="24"/>
          <w:szCs w:val="24"/>
        </w:rPr>
        <w:t xml:space="preserve">　概算払金額　　金　　　　　　　　円</w:t>
      </w:r>
    </w:p>
    <w:p w:rsidR="0082232C" w:rsidRPr="009C528C" w:rsidRDefault="0082232C" w:rsidP="0082232C">
      <w:pPr>
        <w:ind w:firstLineChars="400" w:firstLine="960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 xml:space="preserve">　　　</w:t>
      </w:r>
      <w:r w:rsidRPr="009C528C">
        <w:rPr>
          <w:rFonts w:ascii="ＭＳ 明朝" w:hAnsi="ＭＳ 明朝"/>
          <w:sz w:val="24"/>
          <w:szCs w:val="24"/>
        </w:rPr>
        <w:t>2</w:t>
      </w:r>
      <w:r w:rsidRPr="009C528C">
        <w:rPr>
          <w:rFonts w:ascii="ＭＳ 明朝" w:hAnsi="ＭＳ 明朝" w:hint="eastAsia"/>
          <w:sz w:val="24"/>
          <w:szCs w:val="24"/>
        </w:rPr>
        <w:t xml:space="preserve">　概算払請求をする理由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p w:rsidR="0082232C" w:rsidRPr="009C528C" w:rsidRDefault="0082232C" w:rsidP="0082232C">
      <w:pPr>
        <w:ind w:firstLineChars="200" w:firstLine="480"/>
        <w:jc w:val="left"/>
        <w:rPr>
          <w:rFonts w:ascii="ＭＳ 明朝"/>
          <w:sz w:val="24"/>
          <w:szCs w:val="24"/>
        </w:rPr>
      </w:pPr>
      <w:r w:rsidRPr="009C528C">
        <w:rPr>
          <w:rFonts w:ascii="ＭＳ 明朝" w:hAnsi="ＭＳ 明朝" w:hint="eastAsia"/>
          <w:sz w:val="24"/>
          <w:szCs w:val="24"/>
        </w:rPr>
        <w:t>【振込先】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tbl>
      <w:tblPr>
        <w:tblStyle w:val="ae"/>
        <w:tblW w:w="0" w:type="auto"/>
        <w:tblInd w:w="1101" w:type="dxa"/>
        <w:tblLook w:val="04A0" w:firstRow="1" w:lastRow="0" w:firstColumn="1" w:lastColumn="0" w:noHBand="0" w:noVBand="1"/>
      </w:tblPr>
      <w:tblGrid>
        <w:gridCol w:w="3371"/>
        <w:gridCol w:w="4000"/>
      </w:tblGrid>
      <w:tr w:rsidR="0082232C" w:rsidRPr="009C528C" w:rsidTr="001526AA">
        <w:trPr>
          <w:trHeight w:val="510"/>
        </w:trPr>
        <w:tc>
          <w:tcPr>
            <w:tcW w:w="337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金融機関及び支店名</w:t>
            </w:r>
          </w:p>
        </w:tc>
        <w:tc>
          <w:tcPr>
            <w:tcW w:w="4000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  <w:tr w:rsidR="0082232C" w:rsidRPr="009C528C" w:rsidTr="001526AA">
        <w:trPr>
          <w:trHeight w:val="510"/>
        </w:trPr>
        <w:tc>
          <w:tcPr>
            <w:tcW w:w="337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口座種類</w:t>
            </w:r>
          </w:p>
        </w:tc>
        <w:tc>
          <w:tcPr>
            <w:tcW w:w="4000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  <w:tr w:rsidR="0082232C" w:rsidRPr="009C528C" w:rsidTr="001526AA">
        <w:trPr>
          <w:trHeight w:val="510"/>
        </w:trPr>
        <w:tc>
          <w:tcPr>
            <w:tcW w:w="337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口座番号</w:t>
            </w:r>
          </w:p>
        </w:tc>
        <w:tc>
          <w:tcPr>
            <w:tcW w:w="4000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  <w:tr w:rsidR="0082232C" w:rsidRPr="009C528C" w:rsidTr="001526AA">
        <w:trPr>
          <w:trHeight w:val="789"/>
        </w:trPr>
        <w:tc>
          <w:tcPr>
            <w:tcW w:w="3371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  <w:r w:rsidRPr="009C528C">
              <w:rPr>
                <w:rFonts w:ascii="ＭＳ 明朝" w:hAnsi="ＭＳ 明朝" w:hint="eastAsia"/>
                <w:sz w:val="24"/>
                <w:szCs w:val="24"/>
              </w:rPr>
              <w:t>口座名義（カタカナ）</w:t>
            </w:r>
          </w:p>
        </w:tc>
        <w:tc>
          <w:tcPr>
            <w:tcW w:w="4000" w:type="dxa"/>
            <w:vAlign w:val="center"/>
          </w:tcPr>
          <w:p w:rsidR="0082232C" w:rsidRPr="009C528C" w:rsidRDefault="0082232C" w:rsidP="001526AA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</w:tbl>
    <w:p w:rsidR="0082232C" w:rsidRPr="009C528C" w:rsidRDefault="00F423B4" w:rsidP="0082232C">
      <w:pPr>
        <w:jc w:val="lef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※通帳の写しを添付してください。（カタカナの名義人が記載してある面）</w:t>
      </w:r>
    </w:p>
    <w:p w:rsidR="0082232C" w:rsidRPr="009C528C" w:rsidRDefault="0082232C" w:rsidP="0082232C">
      <w:pPr>
        <w:jc w:val="left"/>
        <w:rPr>
          <w:rFonts w:ascii="ＭＳ 明朝"/>
          <w:sz w:val="24"/>
          <w:szCs w:val="24"/>
        </w:rPr>
      </w:pPr>
    </w:p>
    <w:sectPr w:rsidR="0082232C" w:rsidRPr="009C528C" w:rsidSect="003F1D1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A43" w:rsidRDefault="00DB1A43" w:rsidP="004C02AC">
      <w:r>
        <w:separator/>
      </w:r>
    </w:p>
  </w:endnote>
  <w:endnote w:type="continuationSeparator" w:id="0">
    <w:p w:rsidR="00DB1A43" w:rsidRDefault="00DB1A43" w:rsidP="004C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A43" w:rsidRDefault="00DB1A43" w:rsidP="004C02AC">
      <w:r>
        <w:separator/>
      </w:r>
    </w:p>
  </w:footnote>
  <w:footnote w:type="continuationSeparator" w:id="0">
    <w:p w:rsidR="00DB1A43" w:rsidRDefault="00DB1A43" w:rsidP="004C0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233BD"/>
    <w:multiLevelType w:val="hybridMultilevel"/>
    <w:tmpl w:val="C2248E04"/>
    <w:lvl w:ilvl="0" w:tplc="19BA5E9A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43753072"/>
    <w:multiLevelType w:val="hybridMultilevel"/>
    <w:tmpl w:val="3372F982"/>
    <w:lvl w:ilvl="0" w:tplc="FB76A652">
      <w:start w:val="1"/>
      <w:numFmt w:val="decimal"/>
      <w:lvlText w:val="(%1)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abstractNum w:abstractNumId="2" w15:restartNumberingAfterBreak="0">
    <w:nsid w:val="7B3E4FFF"/>
    <w:multiLevelType w:val="hybridMultilevel"/>
    <w:tmpl w:val="D0E8DD98"/>
    <w:lvl w:ilvl="0" w:tplc="5C4AF782">
      <w:start w:val="1"/>
      <w:numFmt w:val="decimal"/>
      <w:lvlText w:val="(%1)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0972"/>
    <w:rsid w:val="00020108"/>
    <w:rsid w:val="00020869"/>
    <w:rsid w:val="00027D1D"/>
    <w:rsid w:val="00037955"/>
    <w:rsid w:val="00067FFE"/>
    <w:rsid w:val="00070E28"/>
    <w:rsid w:val="000759B1"/>
    <w:rsid w:val="00085326"/>
    <w:rsid w:val="00087E00"/>
    <w:rsid w:val="000A6971"/>
    <w:rsid w:val="000B5676"/>
    <w:rsid w:val="000C6CAB"/>
    <w:rsid w:val="000F19DA"/>
    <w:rsid w:val="000F4F5D"/>
    <w:rsid w:val="000F5E30"/>
    <w:rsid w:val="0011064C"/>
    <w:rsid w:val="001162CB"/>
    <w:rsid w:val="00117044"/>
    <w:rsid w:val="00131A32"/>
    <w:rsid w:val="001526AA"/>
    <w:rsid w:val="001A700B"/>
    <w:rsid w:val="001A754F"/>
    <w:rsid w:val="001B210F"/>
    <w:rsid w:val="001D1314"/>
    <w:rsid w:val="001D2E6A"/>
    <w:rsid w:val="001D72DB"/>
    <w:rsid w:val="001D7EAE"/>
    <w:rsid w:val="001F1930"/>
    <w:rsid w:val="001F4CC6"/>
    <w:rsid w:val="00205DEC"/>
    <w:rsid w:val="00235144"/>
    <w:rsid w:val="002372A2"/>
    <w:rsid w:val="00246BAD"/>
    <w:rsid w:val="00250BA5"/>
    <w:rsid w:val="0025403C"/>
    <w:rsid w:val="002608E8"/>
    <w:rsid w:val="00264506"/>
    <w:rsid w:val="00286C9D"/>
    <w:rsid w:val="0028777A"/>
    <w:rsid w:val="00290972"/>
    <w:rsid w:val="002A2065"/>
    <w:rsid w:val="002A651D"/>
    <w:rsid w:val="002D6AC9"/>
    <w:rsid w:val="002F0F7A"/>
    <w:rsid w:val="00302005"/>
    <w:rsid w:val="00307B3C"/>
    <w:rsid w:val="00327999"/>
    <w:rsid w:val="0033493B"/>
    <w:rsid w:val="00343E2A"/>
    <w:rsid w:val="0035748E"/>
    <w:rsid w:val="003734E2"/>
    <w:rsid w:val="00385BA8"/>
    <w:rsid w:val="003C3D4E"/>
    <w:rsid w:val="003C41EE"/>
    <w:rsid w:val="003D6C74"/>
    <w:rsid w:val="003F1D15"/>
    <w:rsid w:val="003F7AAF"/>
    <w:rsid w:val="00401738"/>
    <w:rsid w:val="00401884"/>
    <w:rsid w:val="0041348C"/>
    <w:rsid w:val="00414914"/>
    <w:rsid w:val="00425414"/>
    <w:rsid w:val="004327B9"/>
    <w:rsid w:val="0043684D"/>
    <w:rsid w:val="004400E9"/>
    <w:rsid w:val="00457789"/>
    <w:rsid w:val="00466D34"/>
    <w:rsid w:val="00477E01"/>
    <w:rsid w:val="00481657"/>
    <w:rsid w:val="00482F29"/>
    <w:rsid w:val="00491F78"/>
    <w:rsid w:val="004C02AC"/>
    <w:rsid w:val="004C36A5"/>
    <w:rsid w:val="004D7C51"/>
    <w:rsid w:val="00511960"/>
    <w:rsid w:val="0052371A"/>
    <w:rsid w:val="0052411C"/>
    <w:rsid w:val="00526471"/>
    <w:rsid w:val="00532E52"/>
    <w:rsid w:val="00542CE6"/>
    <w:rsid w:val="00542DF1"/>
    <w:rsid w:val="005604E4"/>
    <w:rsid w:val="00581E1A"/>
    <w:rsid w:val="005844A7"/>
    <w:rsid w:val="00584A71"/>
    <w:rsid w:val="0059128C"/>
    <w:rsid w:val="00595CA9"/>
    <w:rsid w:val="005B3135"/>
    <w:rsid w:val="005B46D3"/>
    <w:rsid w:val="005C083C"/>
    <w:rsid w:val="005C5A98"/>
    <w:rsid w:val="005C636E"/>
    <w:rsid w:val="005D3BD3"/>
    <w:rsid w:val="005D4DBA"/>
    <w:rsid w:val="005E55B6"/>
    <w:rsid w:val="00607F57"/>
    <w:rsid w:val="006578BC"/>
    <w:rsid w:val="00676819"/>
    <w:rsid w:val="00680FC3"/>
    <w:rsid w:val="00681A1E"/>
    <w:rsid w:val="0069118D"/>
    <w:rsid w:val="006A02DE"/>
    <w:rsid w:val="006B0393"/>
    <w:rsid w:val="006B2BDE"/>
    <w:rsid w:val="006E66E6"/>
    <w:rsid w:val="00701A28"/>
    <w:rsid w:val="0076037B"/>
    <w:rsid w:val="007638B2"/>
    <w:rsid w:val="0076626A"/>
    <w:rsid w:val="007736E5"/>
    <w:rsid w:val="00791105"/>
    <w:rsid w:val="007B081A"/>
    <w:rsid w:val="007B1F4A"/>
    <w:rsid w:val="007B323D"/>
    <w:rsid w:val="007D0E8A"/>
    <w:rsid w:val="008025DF"/>
    <w:rsid w:val="008073A9"/>
    <w:rsid w:val="0081548F"/>
    <w:rsid w:val="0082232C"/>
    <w:rsid w:val="00826CD8"/>
    <w:rsid w:val="00845123"/>
    <w:rsid w:val="00875A15"/>
    <w:rsid w:val="00880874"/>
    <w:rsid w:val="0088255E"/>
    <w:rsid w:val="0089193A"/>
    <w:rsid w:val="00894A53"/>
    <w:rsid w:val="008A2D79"/>
    <w:rsid w:val="008C2899"/>
    <w:rsid w:val="008D20D5"/>
    <w:rsid w:val="00921353"/>
    <w:rsid w:val="00921487"/>
    <w:rsid w:val="00924353"/>
    <w:rsid w:val="00927045"/>
    <w:rsid w:val="009516AE"/>
    <w:rsid w:val="009579B0"/>
    <w:rsid w:val="0096461C"/>
    <w:rsid w:val="00985ED8"/>
    <w:rsid w:val="00995503"/>
    <w:rsid w:val="009A1CBF"/>
    <w:rsid w:val="009C528C"/>
    <w:rsid w:val="009F6368"/>
    <w:rsid w:val="00A15B7E"/>
    <w:rsid w:val="00A16785"/>
    <w:rsid w:val="00A25C63"/>
    <w:rsid w:val="00A27649"/>
    <w:rsid w:val="00A46B99"/>
    <w:rsid w:val="00A61C62"/>
    <w:rsid w:val="00A650FE"/>
    <w:rsid w:val="00A71CF7"/>
    <w:rsid w:val="00A76993"/>
    <w:rsid w:val="00A80AFD"/>
    <w:rsid w:val="00AB62C9"/>
    <w:rsid w:val="00AC020C"/>
    <w:rsid w:val="00AE2A60"/>
    <w:rsid w:val="00AF16EB"/>
    <w:rsid w:val="00AF3E46"/>
    <w:rsid w:val="00B01364"/>
    <w:rsid w:val="00B1699A"/>
    <w:rsid w:val="00B24043"/>
    <w:rsid w:val="00B543B0"/>
    <w:rsid w:val="00B63AE0"/>
    <w:rsid w:val="00B911EB"/>
    <w:rsid w:val="00BA6E9C"/>
    <w:rsid w:val="00BC123A"/>
    <w:rsid w:val="00BD0A80"/>
    <w:rsid w:val="00BD3C72"/>
    <w:rsid w:val="00BE01EB"/>
    <w:rsid w:val="00BF1304"/>
    <w:rsid w:val="00BF148B"/>
    <w:rsid w:val="00C10EB4"/>
    <w:rsid w:val="00C24E7D"/>
    <w:rsid w:val="00C30E47"/>
    <w:rsid w:val="00C3695E"/>
    <w:rsid w:val="00C42267"/>
    <w:rsid w:val="00C440C4"/>
    <w:rsid w:val="00C52764"/>
    <w:rsid w:val="00C722F7"/>
    <w:rsid w:val="00C93D71"/>
    <w:rsid w:val="00CA6D9D"/>
    <w:rsid w:val="00CB7171"/>
    <w:rsid w:val="00CC11C1"/>
    <w:rsid w:val="00D14C65"/>
    <w:rsid w:val="00D16172"/>
    <w:rsid w:val="00D35142"/>
    <w:rsid w:val="00D56148"/>
    <w:rsid w:val="00D56EDC"/>
    <w:rsid w:val="00D64A90"/>
    <w:rsid w:val="00D86D5C"/>
    <w:rsid w:val="00D93555"/>
    <w:rsid w:val="00DA6B4F"/>
    <w:rsid w:val="00DB1A43"/>
    <w:rsid w:val="00DD48D3"/>
    <w:rsid w:val="00DF280C"/>
    <w:rsid w:val="00DF3DC7"/>
    <w:rsid w:val="00E222BA"/>
    <w:rsid w:val="00E27840"/>
    <w:rsid w:val="00E6124C"/>
    <w:rsid w:val="00E92434"/>
    <w:rsid w:val="00EC6E8A"/>
    <w:rsid w:val="00ED010A"/>
    <w:rsid w:val="00ED076D"/>
    <w:rsid w:val="00ED211D"/>
    <w:rsid w:val="00EE59F4"/>
    <w:rsid w:val="00EF6830"/>
    <w:rsid w:val="00F423B4"/>
    <w:rsid w:val="00F54467"/>
    <w:rsid w:val="00F970AA"/>
    <w:rsid w:val="00F97E8F"/>
    <w:rsid w:val="00FA04DC"/>
    <w:rsid w:val="00FC0245"/>
    <w:rsid w:val="00FD62D7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FE02FE2-35C5-4619-B837-8F3FE98C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B99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C02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C02A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C02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C02AC"/>
    <w:rPr>
      <w:rFonts w:cs="Times New Roman"/>
    </w:rPr>
  </w:style>
  <w:style w:type="paragraph" w:styleId="a7">
    <w:name w:val="Date"/>
    <w:basedOn w:val="a"/>
    <w:next w:val="a"/>
    <w:link w:val="a8"/>
    <w:uiPriority w:val="99"/>
    <w:semiHidden/>
    <w:rsid w:val="004C02AC"/>
  </w:style>
  <w:style w:type="character" w:customStyle="1" w:styleId="a8">
    <w:name w:val="日付 (文字)"/>
    <w:basedOn w:val="a0"/>
    <w:link w:val="a7"/>
    <w:uiPriority w:val="99"/>
    <w:semiHidden/>
    <w:locked/>
    <w:rsid w:val="004C02AC"/>
    <w:rPr>
      <w:rFonts w:cs="Times New Roman"/>
    </w:rPr>
  </w:style>
  <w:style w:type="paragraph" w:styleId="a9">
    <w:name w:val="List Paragraph"/>
    <w:basedOn w:val="a"/>
    <w:uiPriority w:val="99"/>
    <w:qFormat/>
    <w:rsid w:val="004C02AC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921487"/>
    <w:pPr>
      <w:jc w:val="center"/>
    </w:pPr>
    <w:rPr>
      <w:rFonts w:asciiTheme="minorEastAsia" w:eastAsiaTheme="minorEastAsia" w:hAnsiTheme="minorEastAsia"/>
      <w:sz w:val="24"/>
      <w:szCs w:val="24"/>
    </w:rPr>
  </w:style>
  <w:style w:type="character" w:customStyle="1" w:styleId="ab">
    <w:name w:val="記 (文字)"/>
    <w:basedOn w:val="a0"/>
    <w:link w:val="aa"/>
    <w:uiPriority w:val="99"/>
    <w:locked/>
    <w:rsid w:val="00921487"/>
    <w:rPr>
      <w:rFonts w:asciiTheme="minorEastAsia" w:eastAsiaTheme="minorEastAsia" w:hAnsiTheme="minorEastAsia" w:cs="Times New Roman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921487"/>
    <w:pPr>
      <w:jc w:val="right"/>
    </w:pPr>
    <w:rPr>
      <w:rFonts w:asciiTheme="minorEastAsia" w:eastAsiaTheme="minorEastAsia" w:hAnsiTheme="minorEastAsia"/>
      <w:sz w:val="24"/>
      <w:szCs w:val="24"/>
    </w:rPr>
  </w:style>
  <w:style w:type="character" w:customStyle="1" w:styleId="ad">
    <w:name w:val="結語 (文字)"/>
    <w:basedOn w:val="a0"/>
    <w:link w:val="ac"/>
    <w:uiPriority w:val="99"/>
    <w:locked/>
    <w:rsid w:val="00921487"/>
    <w:rPr>
      <w:rFonts w:asciiTheme="minorEastAsia" w:eastAsiaTheme="minorEastAsia" w:hAnsiTheme="minorEastAsia" w:cs="Times New Roman"/>
      <w:sz w:val="24"/>
      <w:szCs w:val="24"/>
    </w:rPr>
  </w:style>
  <w:style w:type="table" w:styleId="ae">
    <w:name w:val="Table Grid"/>
    <w:basedOn w:val="a1"/>
    <w:uiPriority w:val="59"/>
    <w:locked/>
    <w:rsid w:val="0082232C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14914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41491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8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A2777-0D72-467E-812C-37E95810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seikou_i</dc:creator>
  <cp:keywords/>
  <dc:description/>
  <cp:lastModifiedBy>中川 圭介</cp:lastModifiedBy>
  <cp:revision>2</cp:revision>
  <cp:lastPrinted>2018-03-19T06:15:00Z</cp:lastPrinted>
  <dcterms:created xsi:type="dcterms:W3CDTF">2018-04-02T03:45:00Z</dcterms:created>
  <dcterms:modified xsi:type="dcterms:W3CDTF">2018-04-02T03:45:00Z</dcterms:modified>
</cp:coreProperties>
</file>